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B719C" w14:textId="340DBE34" w:rsidR="00DD29C3" w:rsidRPr="00DD29C3" w:rsidRDefault="00A1153A" w:rsidP="00DD29C3">
      <w:pPr>
        <w:spacing w:line="240" w:lineRule="auto"/>
        <w:rPr>
          <w:rFonts w:asciiTheme="majorHAnsi" w:eastAsia="Times New Roman" w:hAnsiTheme="majorHAnsi" w:cs="Times New Roman"/>
          <w:lang w:eastAsia="cs-CZ"/>
        </w:rPr>
      </w:pPr>
      <w:r w:rsidRPr="003C583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F623A3">
        <w:rPr>
          <w:rFonts w:asciiTheme="majorHAnsi" w:eastAsia="Times New Roman" w:hAnsiTheme="majorHAnsi" w:cs="Times New Roman"/>
          <w:lang w:eastAsia="cs-CZ"/>
        </w:rPr>
        <w:t>3</w:t>
      </w:r>
      <w:r w:rsidR="00DD29C3" w:rsidRPr="003C583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AE253B9" w14:textId="77777777" w:rsidR="00DD29C3" w:rsidRPr="00DD29C3" w:rsidRDefault="00DD29C3" w:rsidP="00176EAF">
      <w:pPr>
        <w:pStyle w:val="Nadpis1"/>
        <w:rPr>
          <w:rFonts w:eastAsia="Times New Roman"/>
          <w:lang w:eastAsia="cs-CZ"/>
        </w:rPr>
      </w:pPr>
      <w:r w:rsidRPr="00DD29C3">
        <w:rPr>
          <w:rFonts w:eastAsia="Times New Roman"/>
          <w:lang w:eastAsia="cs-CZ"/>
        </w:rPr>
        <w:t>Poddodavatelé</w:t>
      </w:r>
    </w:p>
    <w:p w14:paraId="07B2C92F" w14:textId="77777777" w:rsidR="00DD29C3" w:rsidRPr="001B629E" w:rsidRDefault="00DD5457" w:rsidP="00E75C2F">
      <w:pPr>
        <w:rPr>
          <w:highlight w:val="green"/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poskytuje </w:t>
      </w:r>
      <w:r w:rsidR="000217AC">
        <w:rPr>
          <w:highlight w:val="green"/>
          <w:lang w:eastAsia="cs-CZ"/>
        </w:rPr>
        <w:t>Objednateli</w:t>
      </w:r>
      <w:r w:rsidR="00DD29C3" w:rsidRPr="001B629E">
        <w:rPr>
          <w:highlight w:val="green"/>
          <w:lang w:eastAsia="cs-CZ"/>
        </w:rPr>
        <w:t xml:space="preserve"> předmět plnění dle Smlouvy sám. </w:t>
      </w:r>
    </w:p>
    <w:p w14:paraId="70DCD5FB" w14:textId="77777777" w:rsidR="00DD29C3" w:rsidRPr="001B629E" w:rsidRDefault="00DD29C3" w:rsidP="00DD29C3">
      <w:pPr>
        <w:spacing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6309EA14" w14:textId="77777777" w:rsidR="00DD29C3" w:rsidRPr="001B629E" w:rsidRDefault="00DD5457" w:rsidP="00E75C2F">
      <w:pPr>
        <w:rPr>
          <w:lang w:eastAsia="cs-CZ"/>
        </w:rPr>
      </w:pPr>
      <w:r>
        <w:rPr>
          <w:highlight w:val="green"/>
          <w:lang w:eastAsia="cs-CZ"/>
        </w:rPr>
        <w:t>Poskytovatel</w:t>
      </w:r>
      <w:r w:rsidR="00DD29C3" w:rsidRPr="001B629E">
        <w:rPr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9"/>
        <w:gridCol w:w="4925"/>
      </w:tblGrid>
      <w:tr w:rsidR="00DD29C3" w:rsidRPr="00FF65DD" w14:paraId="77CF473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0E65F0B0" w14:textId="77777777" w:rsidR="00DD29C3" w:rsidRPr="001B629E" w:rsidRDefault="00DD29C3" w:rsidP="00176EAF">
            <w:pPr>
              <w:rPr>
                <w:szCs w:val="18"/>
              </w:rPr>
            </w:pPr>
            <w:r w:rsidRPr="00176EAF">
              <w:rPr>
                <w:rFonts w:cstheme="minorBidi"/>
                <w:highlight w:val="green"/>
              </w:rPr>
              <w:t>[OBCHODNÍ FIRMA PODDODAVATELE – NÁZEV, IČO, SÍDLO – DOPLNÍ PRODÁVAJÍCÍ]</w:t>
            </w:r>
          </w:p>
        </w:tc>
      </w:tr>
      <w:tr w:rsidR="00DD29C3" w:rsidRPr="00FF65DD" w14:paraId="4A7936E2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65ECA495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4272D599" w14:textId="77777777" w:rsidR="00DD29C3" w:rsidRPr="001B629E" w:rsidRDefault="00DD29C3" w:rsidP="00176EA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B629E">
              <w:rPr>
                <w:highlight w:val="green"/>
                <w:lang w:val="en-US"/>
              </w:rPr>
              <w:t>[</w:t>
            </w:r>
            <w:r w:rsidRPr="001B629E">
              <w:rPr>
                <w:highlight w:val="green"/>
              </w:rPr>
              <w:t xml:space="preserve">DOPLNÍ </w:t>
            </w:r>
            <w:r w:rsidR="00223F03">
              <w:rPr>
                <w:highlight w:val="green"/>
                <w:lang w:val="en-US"/>
              </w:rPr>
              <w:t>POSKYTOVATEL</w:t>
            </w:r>
            <w:r w:rsidRPr="001B629E">
              <w:rPr>
                <w:highlight w:val="green"/>
                <w:lang w:val="en-US"/>
              </w:rPr>
              <w:t>]</w:t>
            </w:r>
            <w:r w:rsidRPr="001B629E">
              <w:rPr>
                <w:lang w:val="en-US"/>
              </w:rPr>
              <w:t xml:space="preserve"> </w:t>
            </w:r>
            <w:r w:rsidRPr="001B629E">
              <w:t>%</w:t>
            </w:r>
          </w:p>
        </w:tc>
      </w:tr>
      <w:tr w:rsidR="00DD29C3" w:rsidRPr="00FF65DD" w14:paraId="4FABDCD8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273B4FF3" w14:textId="77777777" w:rsidR="00DD29C3" w:rsidRPr="001B629E" w:rsidRDefault="00DD29C3" w:rsidP="00176EAF">
            <w:pPr>
              <w:rPr>
                <w:szCs w:val="18"/>
              </w:rPr>
            </w:pPr>
            <w:r w:rsidRPr="001B629E"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2976DA92" w14:textId="77777777" w:rsidR="00DD29C3" w:rsidRPr="001B629E" w:rsidRDefault="00DD29C3" w:rsidP="00176EA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76EAF">
              <w:rPr>
                <w:rFonts w:cstheme="minorBidi"/>
                <w:highlight w:val="green"/>
              </w:rPr>
              <w:t xml:space="preserve">DOPLNÍ </w:t>
            </w:r>
            <w:r w:rsidR="00223F03" w:rsidRPr="00176EAF">
              <w:rPr>
                <w:rFonts w:cstheme="minorBidi"/>
                <w:highlight w:val="green"/>
              </w:rPr>
              <w:t>POSKYTOVATEL</w:t>
            </w:r>
            <w:r w:rsidR="00ED430D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0F442117" w14:textId="77777777" w:rsidR="00DD29C3" w:rsidRPr="001B629E" w:rsidRDefault="00DD29C3" w:rsidP="00E75C2F">
      <w:pPr>
        <w:rPr>
          <w:highlight w:val="green"/>
          <w:lang w:eastAsia="cs-CZ"/>
        </w:rPr>
      </w:pPr>
      <w:r w:rsidRPr="001B629E">
        <w:rPr>
          <w:highlight w:val="green"/>
          <w:lang w:eastAsia="cs-CZ"/>
        </w:rPr>
        <w:t xml:space="preserve">[Pokud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ED430D">
        <w:rPr>
          <w:highlight w:val="green"/>
          <w:lang w:eastAsia="cs-CZ"/>
        </w:rPr>
        <w:t>Poskytovatel</w:t>
      </w:r>
      <w:r w:rsidRPr="001B629E">
        <w:rPr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43B621EF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C5D10" w14:textId="77777777" w:rsidR="00604B18" w:rsidRDefault="00604B18" w:rsidP="00962258">
      <w:pPr>
        <w:spacing w:after="0" w:line="240" w:lineRule="auto"/>
      </w:pPr>
      <w:r>
        <w:separator/>
      </w:r>
    </w:p>
  </w:endnote>
  <w:endnote w:type="continuationSeparator" w:id="0">
    <w:p w14:paraId="76F8EF02" w14:textId="77777777" w:rsidR="00604B18" w:rsidRDefault="00604B1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4F01" w14:textId="77777777" w:rsidR="00D12EC4" w:rsidRDefault="00D12EC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8CEC4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67CC4A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B91C0D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19FE77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E7EFD79" w14:textId="77777777" w:rsidR="00F1715C" w:rsidRDefault="00F1715C" w:rsidP="00D831A3">
          <w:pPr>
            <w:pStyle w:val="Zpat"/>
          </w:pPr>
        </w:p>
      </w:tc>
    </w:tr>
  </w:tbl>
  <w:p w14:paraId="0F554F8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785A56C" wp14:editId="4D27D7E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3290C5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C92B78D" wp14:editId="73984EA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CB9E6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AD08ED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C118692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23F0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6458B2" w14:textId="77777777" w:rsidR="00F1715C" w:rsidRDefault="00F1715C" w:rsidP="00176EAF">
          <w:pPr>
            <w:pStyle w:val="Zpat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7FAB6D57" w14:textId="77777777" w:rsidR="00F1715C" w:rsidRDefault="00F1715C" w:rsidP="00176EAF">
          <w:pPr>
            <w:pStyle w:val="Zpat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E8EAA26" w14:textId="77777777" w:rsidR="00F1715C" w:rsidRDefault="00F1715C" w:rsidP="00176EAF">
          <w:pPr>
            <w:pStyle w:val="Zpat"/>
            <w:jc w:val="left"/>
          </w:pPr>
          <w:r>
            <w:t>Sídlo: Dlážděná 1003/7, 110 00 Praha 1</w:t>
          </w:r>
        </w:p>
        <w:p w14:paraId="72226445" w14:textId="77777777" w:rsidR="00F1715C" w:rsidRDefault="00F1715C" w:rsidP="00176EAF">
          <w:pPr>
            <w:pStyle w:val="Zpat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C6D9DA2" w14:textId="77777777" w:rsidR="00F1715C" w:rsidRDefault="00F1715C" w:rsidP="00176EAF">
          <w:pPr>
            <w:pStyle w:val="Zpat"/>
            <w:jc w:val="left"/>
          </w:pPr>
          <w:r>
            <w:t>www.</w:t>
          </w:r>
          <w:r w:rsidR="00D12EC4">
            <w:t>spravazeleznic</w:t>
          </w:r>
          <w:r>
            <w:t>.cz</w:t>
          </w:r>
        </w:p>
      </w:tc>
      <w:tc>
        <w:tcPr>
          <w:tcW w:w="2921" w:type="dxa"/>
        </w:tcPr>
        <w:p w14:paraId="04451F5B" w14:textId="77777777" w:rsidR="00F1715C" w:rsidRDefault="00F1715C" w:rsidP="00460660">
          <w:pPr>
            <w:pStyle w:val="Zpat"/>
          </w:pPr>
        </w:p>
      </w:tc>
    </w:tr>
  </w:tbl>
  <w:p w14:paraId="5E03E0E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CC73F41" wp14:editId="02D29D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89586A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4FD48D8" wp14:editId="63E0723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9C5994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5D9182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2B306C" w14:textId="77777777" w:rsidR="00604B18" w:rsidRDefault="00604B18" w:rsidP="00962258">
      <w:pPr>
        <w:spacing w:after="0" w:line="240" w:lineRule="auto"/>
      </w:pPr>
      <w:r>
        <w:separator/>
      </w:r>
    </w:p>
  </w:footnote>
  <w:footnote w:type="continuationSeparator" w:id="0">
    <w:p w14:paraId="1DA0592B" w14:textId="77777777" w:rsidR="00604B18" w:rsidRDefault="00604B1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DDA1B" w14:textId="77777777" w:rsidR="00D12EC4" w:rsidRDefault="00D12EC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9FDA95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B5D0AF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B7A7573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F8C72C" w14:textId="77777777" w:rsidR="00F1715C" w:rsidRPr="00D6163D" w:rsidRDefault="00F1715C" w:rsidP="00D6163D">
          <w:pPr>
            <w:pStyle w:val="Druhdokumentu"/>
          </w:pPr>
        </w:p>
      </w:tc>
    </w:tr>
  </w:tbl>
  <w:p w14:paraId="33565DF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99D9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BA00C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600953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F68F12F" w14:textId="77777777" w:rsidR="00F1715C" w:rsidRPr="00D6163D" w:rsidRDefault="00F1715C" w:rsidP="00FC6389">
          <w:pPr>
            <w:pStyle w:val="Druhdokumentu"/>
          </w:pPr>
        </w:p>
      </w:tc>
    </w:tr>
    <w:tr w:rsidR="009F392E" w14:paraId="60F28D4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E1FC46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BFA59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A40BF2A" w14:textId="77777777" w:rsidR="009F392E" w:rsidRPr="00D6163D" w:rsidRDefault="009F392E" w:rsidP="00FC6389">
          <w:pPr>
            <w:pStyle w:val="Druhdokumentu"/>
          </w:pPr>
        </w:p>
      </w:tc>
    </w:tr>
  </w:tbl>
  <w:p w14:paraId="54224FD4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350E1983" wp14:editId="78F57C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5D67F5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25912441">
    <w:abstractNumId w:val="3"/>
  </w:num>
  <w:num w:numId="2" w16cid:durableId="1522011722">
    <w:abstractNumId w:val="2"/>
  </w:num>
  <w:num w:numId="3" w16cid:durableId="18845183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55813547">
    <w:abstractNumId w:val="8"/>
  </w:num>
  <w:num w:numId="5" w16cid:durableId="342052248">
    <w:abstractNumId w:val="4"/>
  </w:num>
  <w:num w:numId="6" w16cid:durableId="1407726045">
    <w:abstractNumId w:val="5"/>
  </w:num>
  <w:num w:numId="7" w16cid:durableId="1057823820">
    <w:abstractNumId w:val="0"/>
  </w:num>
  <w:num w:numId="8" w16cid:durableId="1096100066">
    <w:abstractNumId w:val="6"/>
  </w:num>
  <w:num w:numId="9" w16cid:durableId="147818009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4383216">
    <w:abstractNumId w:val="5"/>
  </w:num>
  <w:num w:numId="11" w16cid:durableId="1139764164">
    <w:abstractNumId w:val="2"/>
  </w:num>
  <w:num w:numId="12" w16cid:durableId="1407724113">
    <w:abstractNumId w:val="5"/>
  </w:num>
  <w:num w:numId="13" w16cid:durableId="585573484">
    <w:abstractNumId w:val="5"/>
  </w:num>
  <w:num w:numId="14" w16cid:durableId="1293172085">
    <w:abstractNumId w:val="5"/>
  </w:num>
  <w:num w:numId="15" w16cid:durableId="782924308">
    <w:abstractNumId w:val="5"/>
  </w:num>
  <w:num w:numId="16" w16cid:durableId="2134708339">
    <w:abstractNumId w:val="9"/>
  </w:num>
  <w:num w:numId="17" w16cid:durableId="1630430284">
    <w:abstractNumId w:val="3"/>
  </w:num>
  <w:num w:numId="18" w16cid:durableId="94836837">
    <w:abstractNumId w:val="9"/>
  </w:num>
  <w:num w:numId="19" w16cid:durableId="27491416">
    <w:abstractNumId w:val="9"/>
  </w:num>
  <w:num w:numId="20" w16cid:durableId="370690625">
    <w:abstractNumId w:val="9"/>
  </w:num>
  <w:num w:numId="21" w16cid:durableId="1686521754">
    <w:abstractNumId w:val="9"/>
  </w:num>
  <w:num w:numId="22" w16cid:durableId="1864585528">
    <w:abstractNumId w:val="5"/>
  </w:num>
  <w:num w:numId="23" w16cid:durableId="670910163">
    <w:abstractNumId w:val="2"/>
  </w:num>
  <w:num w:numId="24" w16cid:durableId="1876893272">
    <w:abstractNumId w:val="5"/>
  </w:num>
  <w:num w:numId="25" w16cid:durableId="1755084935">
    <w:abstractNumId w:val="5"/>
  </w:num>
  <w:num w:numId="26" w16cid:durableId="240680324">
    <w:abstractNumId w:val="5"/>
  </w:num>
  <w:num w:numId="27" w16cid:durableId="1946230420">
    <w:abstractNumId w:val="5"/>
  </w:num>
  <w:num w:numId="28" w16cid:durableId="584000875">
    <w:abstractNumId w:val="9"/>
  </w:num>
  <w:num w:numId="29" w16cid:durableId="1572041059">
    <w:abstractNumId w:val="3"/>
  </w:num>
  <w:num w:numId="30" w16cid:durableId="1506483372">
    <w:abstractNumId w:val="9"/>
  </w:num>
  <w:num w:numId="31" w16cid:durableId="1334602379">
    <w:abstractNumId w:val="9"/>
  </w:num>
  <w:num w:numId="32" w16cid:durableId="506287388">
    <w:abstractNumId w:val="9"/>
  </w:num>
  <w:num w:numId="33" w16cid:durableId="1161194625">
    <w:abstractNumId w:val="9"/>
  </w:num>
  <w:num w:numId="34" w16cid:durableId="1572423101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76EAF"/>
    <w:rsid w:val="00184743"/>
    <w:rsid w:val="00207DF5"/>
    <w:rsid w:val="00216C0D"/>
    <w:rsid w:val="00223F03"/>
    <w:rsid w:val="00280E07"/>
    <w:rsid w:val="002C31BF"/>
    <w:rsid w:val="002D08B1"/>
    <w:rsid w:val="002E0CD7"/>
    <w:rsid w:val="00341DCF"/>
    <w:rsid w:val="00357BC6"/>
    <w:rsid w:val="003956C6"/>
    <w:rsid w:val="003C5837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E36D5"/>
    <w:rsid w:val="005F1404"/>
    <w:rsid w:val="00604B18"/>
    <w:rsid w:val="0061068E"/>
    <w:rsid w:val="00660AD3"/>
    <w:rsid w:val="00677B7F"/>
    <w:rsid w:val="006A5570"/>
    <w:rsid w:val="006A689C"/>
    <w:rsid w:val="006B310B"/>
    <w:rsid w:val="006B3D79"/>
    <w:rsid w:val="006C3BE5"/>
    <w:rsid w:val="006D7AFE"/>
    <w:rsid w:val="006E0578"/>
    <w:rsid w:val="006E314D"/>
    <w:rsid w:val="00710723"/>
    <w:rsid w:val="00713E7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A0905"/>
    <w:rsid w:val="00CD1FC4"/>
    <w:rsid w:val="00CE60D2"/>
    <w:rsid w:val="00D12EC4"/>
    <w:rsid w:val="00D21061"/>
    <w:rsid w:val="00D26AE2"/>
    <w:rsid w:val="00D4108E"/>
    <w:rsid w:val="00D6163D"/>
    <w:rsid w:val="00D73D46"/>
    <w:rsid w:val="00D831A3"/>
    <w:rsid w:val="00DA72C7"/>
    <w:rsid w:val="00DC75F3"/>
    <w:rsid w:val="00DD29C3"/>
    <w:rsid w:val="00DD46F3"/>
    <w:rsid w:val="00DD5457"/>
    <w:rsid w:val="00DE56F2"/>
    <w:rsid w:val="00DF116D"/>
    <w:rsid w:val="00E36C4A"/>
    <w:rsid w:val="00E75C2F"/>
    <w:rsid w:val="00EA7FC8"/>
    <w:rsid w:val="00EB104F"/>
    <w:rsid w:val="00ED14BD"/>
    <w:rsid w:val="00ED430D"/>
    <w:rsid w:val="00F0533E"/>
    <w:rsid w:val="00F1048D"/>
    <w:rsid w:val="00F11BE8"/>
    <w:rsid w:val="00F12DEC"/>
    <w:rsid w:val="00F1715C"/>
    <w:rsid w:val="00F259E4"/>
    <w:rsid w:val="00F310F8"/>
    <w:rsid w:val="00F35939"/>
    <w:rsid w:val="00F45607"/>
    <w:rsid w:val="00F5558F"/>
    <w:rsid w:val="00F623A3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53AD211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5C2F"/>
    <w:pPr>
      <w:spacing w:before="120" w:after="120"/>
      <w:jc w:val="both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713E73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spacing w:val="-6"/>
      <w:sz w:val="24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713E73"/>
    <w:rPr>
      <w:rFonts w:asciiTheme="majorHAnsi" w:eastAsiaTheme="majorEastAsia" w:hAnsiTheme="majorHAnsi" w:cstheme="majorBidi"/>
      <w:b/>
      <w:color w:val="000000" w:themeColor="text1"/>
      <w:spacing w:val="-6"/>
      <w:sz w:val="24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line="240" w:lineRule="auto"/>
      <w:ind w:left="992" w:hanging="425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713E73"/>
    <w:pPr>
      <w:spacing w:before="120" w:after="120"/>
    </w:pPr>
    <w:rPr>
      <w:rFonts w:eastAsia="Times New Roman" w:cs="Times New Roman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713E7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C6A6CF-03CF-4DC4-9F64-DEE0781133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6257D5-1681-41E3-AE7D-46968136C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Vlčková Anna</cp:lastModifiedBy>
  <cp:revision>4</cp:revision>
  <cp:lastPrinted>2017-11-28T17:18:00Z</cp:lastPrinted>
  <dcterms:created xsi:type="dcterms:W3CDTF">2025-05-07T12:52:00Z</dcterms:created>
  <dcterms:modified xsi:type="dcterms:W3CDTF">2025-06-06T07:19:00Z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